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06D22B1-82F8-4941-B0B4-995416230083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